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7A6E9B" w14:textId="77777777" w:rsidR="006A1D6C" w:rsidRPr="00536741" w:rsidRDefault="006A1D6C" w:rsidP="006A1D6C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1F01E53E" w14:textId="77777777" w:rsidTr="00F279E6">
        <w:tc>
          <w:tcPr>
            <w:tcW w:w="1396" w:type="pct"/>
            <w:shd w:val="clear" w:color="auto" w:fill="auto"/>
          </w:tcPr>
          <w:p w14:paraId="48F22532" w14:textId="165395CB" w:rsidR="00A301E0" w:rsidRPr="00752A41" w:rsidRDefault="00584361" w:rsidP="00752A41">
            <w:pPr>
              <w:pStyle w:val="SISSCODE"/>
            </w:pPr>
            <w:r>
              <w:t>PPMSS00011</w:t>
            </w:r>
          </w:p>
        </w:tc>
        <w:tc>
          <w:tcPr>
            <w:tcW w:w="3604" w:type="pct"/>
            <w:shd w:val="clear" w:color="auto" w:fill="auto"/>
          </w:tcPr>
          <w:p w14:paraId="0C89D6CB" w14:textId="5DFC8FEA" w:rsidR="00A301E0" w:rsidRPr="00752A41" w:rsidRDefault="003A70FF" w:rsidP="00752A41">
            <w:pPr>
              <w:pStyle w:val="SISStitle"/>
            </w:pPr>
            <w:r w:rsidRPr="003A70FF">
              <w:t>Paper Finishing and Converting Skill Set</w:t>
            </w:r>
          </w:p>
        </w:tc>
      </w:tr>
    </w:tbl>
    <w:p w14:paraId="26C4378B" w14:textId="77777777" w:rsidR="00A301E0" w:rsidRPr="00536741" w:rsidRDefault="00A301E0" w:rsidP="00A301E0"/>
    <w:p w14:paraId="509395EE" w14:textId="77777777" w:rsidR="00F1480E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p w14:paraId="48EB9B69" w14:textId="77777777" w:rsidR="00536741" w:rsidRPr="00752A41" w:rsidRDefault="00536741" w:rsidP="005367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536741" w:rsidRPr="00963A46" w14:paraId="03094358" w14:textId="77777777" w:rsidTr="002A1BEA">
        <w:tc>
          <w:tcPr>
            <w:tcW w:w="1396" w:type="pct"/>
            <w:shd w:val="clear" w:color="auto" w:fill="auto"/>
          </w:tcPr>
          <w:p w14:paraId="11B5DDB8" w14:textId="77777777" w:rsidR="00536741" w:rsidRPr="00752A41" w:rsidRDefault="00536741" w:rsidP="00752A41">
            <w:pPr>
              <w:pStyle w:val="SIText-Bold"/>
            </w:pPr>
            <w:r w:rsidRPr="00A326C2">
              <w:t>Release</w:t>
            </w:r>
          </w:p>
        </w:tc>
        <w:tc>
          <w:tcPr>
            <w:tcW w:w="3604" w:type="pct"/>
            <w:shd w:val="clear" w:color="auto" w:fill="auto"/>
          </w:tcPr>
          <w:p w14:paraId="090795C4" w14:textId="77777777" w:rsidR="00536741" w:rsidRPr="00752A41" w:rsidRDefault="00536741" w:rsidP="00752A41">
            <w:pPr>
              <w:pStyle w:val="SIText-Bold"/>
            </w:pPr>
            <w:r w:rsidRPr="00A326C2">
              <w:t>Comments</w:t>
            </w:r>
          </w:p>
        </w:tc>
      </w:tr>
      <w:tr w:rsidR="00EA542E" w:rsidRPr="00963A46" w14:paraId="639182C4" w14:textId="77777777" w:rsidTr="002A1BEA">
        <w:tc>
          <w:tcPr>
            <w:tcW w:w="1396" w:type="pct"/>
            <w:shd w:val="clear" w:color="auto" w:fill="auto"/>
          </w:tcPr>
          <w:p w14:paraId="156930DB" w14:textId="05EB2D58" w:rsidR="00EA542E" w:rsidRPr="00EA542E" w:rsidRDefault="00EA542E" w:rsidP="00EA542E">
            <w:pPr>
              <w:pStyle w:val="SIText"/>
            </w:pPr>
            <w:r w:rsidRPr="00EA542E">
              <w:t>Release 1</w:t>
            </w:r>
          </w:p>
        </w:tc>
        <w:tc>
          <w:tcPr>
            <w:tcW w:w="3604" w:type="pct"/>
            <w:shd w:val="clear" w:color="auto" w:fill="auto"/>
          </w:tcPr>
          <w:p w14:paraId="5670B36F" w14:textId="77777777" w:rsidR="00EA542E" w:rsidRDefault="00EA542E" w:rsidP="00EA542E">
            <w:pPr>
              <w:pStyle w:val="SIText"/>
            </w:pPr>
            <w:r w:rsidRPr="00EA542E">
              <w:t xml:space="preserve">This version released with PPM Pulp and Paper Manufacturing Training Package Version </w:t>
            </w:r>
            <w:r w:rsidR="009E46F8">
              <w:t>3</w:t>
            </w:r>
            <w:r w:rsidRPr="00EA542E">
              <w:t>.0.</w:t>
            </w:r>
          </w:p>
          <w:p w14:paraId="170630F9" w14:textId="46C4BABB" w:rsidR="00584361" w:rsidRPr="00EA542E" w:rsidRDefault="00584361" w:rsidP="00EA542E">
            <w:pPr>
              <w:pStyle w:val="SIText"/>
            </w:pPr>
            <w:r>
              <w:t>Supersedes and is not equivalent to PPMSS0004</w:t>
            </w:r>
            <w:r w:rsidRPr="00584361">
              <w:t xml:space="preserve"> </w:t>
            </w:r>
            <w:r w:rsidRPr="003A70FF">
              <w:t>Paper Finishing and Converting Skill Set</w:t>
            </w:r>
            <w:r w:rsidRPr="00584361">
              <w:t>. Revised skill set requirements.</w:t>
            </w:r>
          </w:p>
        </w:tc>
      </w:tr>
    </w:tbl>
    <w:p w14:paraId="60528FE3" w14:textId="77777777" w:rsidR="00536741" w:rsidRPr="00752A41" w:rsidRDefault="00536741" w:rsidP="00536741"/>
    <w:p w14:paraId="5A66ECE0" w14:textId="77777777" w:rsidR="00536741" w:rsidRPr="00752A41" w:rsidRDefault="00536741" w:rsidP="005367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5D4711DA" w14:textId="77777777" w:rsidTr="000D7BE6">
        <w:tc>
          <w:tcPr>
            <w:tcW w:w="5000" w:type="pct"/>
            <w:shd w:val="clear" w:color="auto" w:fill="auto"/>
          </w:tcPr>
          <w:p w14:paraId="399A3F6B" w14:textId="77777777" w:rsidR="00A772D9" w:rsidRPr="00752A41" w:rsidRDefault="00A772D9" w:rsidP="00752A41">
            <w:pPr>
              <w:pStyle w:val="SITextHeading2"/>
            </w:pPr>
            <w:r>
              <w:t>Description</w:t>
            </w:r>
          </w:p>
          <w:p w14:paraId="477FB2AD" w14:textId="396EF15B" w:rsidR="007574BC" w:rsidRPr="007574BC" w:rsidRDefault="003A70FF" w:rsidP="007574BC">
            <w:pPr>
              <w:pStyle w:val="SIText"/>
            </w:pPr>
            <w:r w:rsidRPr="003A70FF">
              <w:t xml:space="preserve">This skill set </w:t>
            </w:r>
            <w:r w:rsidR="007574BC">
              <w:t>describes the skills and kno</w:t>
            </w:r>
            <w:r w:rsidR="007574BC" w:rsidRPr="007574BC">
              <w:t xml:space="preserve">wledge required to safely start up, shut down </w:t>
            </w:r>
            <w:r w:rsidR="007574BC">
              <w:t xml:space="preserve">and troubleshoot the </w:t>
            </w:r>
            <w:r w:rsidR="007574BC" w:rsidRPr="007574BC">
              <w:t>paper finishing and converting operations of a paper manufacturing facility.</w:t>
            </w:r>
          </w:p>
          <w:p w14:paraId="34452FC9" w14:textId="0CA71013" w:rsidR="003A70FF" w:rsidRPr="00536741" w:rsidRDefault="003A70FF" w:rsidP="00752A41">
            <w:pPr>
              <w:pStyle w:val="SIText"/>
            </w:pPr>
          </w:p>
        </w:tc>
      </w:tr>
      <w:tr w:rsidR="00A301E0" w:rsidRPr="00963A46" w14:paraId="56D234FD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0A84BE40" w14:textId="77777777" w:rsidR="00A301E0" w:rsidRPr="00752A41" w:rsidRDefault="00A301E0" w:rsidP="00752A41">
            <w:pPr>
              <w:pStyle w:val="SITextHeading2"/>
            </w:pPr>
            <w:r>
              <w:t>Pathways Information</w:t>
            </w:r>
          </w:p>
          <w:p w14:paraId="1B36CCC3" w14:textId="77777777" w:rsidR="003A70FF" w:rsidRPr="003A70FF" w:rsidRDefault="003A70FF" w:rsidP="003A70FF">
            <w:pPr>
              <w:pStyle w:val="SIText"/>
            </w:pPr>
            <w:r w:rsidRPr="003A70FF">
              <w:t>These units of competency provide credit towards the following qualifications:</w:t>
            </w:r>
          </w:p>
          <w:p w14:paraId="424AEF5C" w14:textId="381C7CDF" w:rsidR="007574BC" w:rsidRPr="007574BC" w:rsidRDefault="007574BC" w:rsidP="007574BC">
            <w:pPr>
              <w:pStyle w:val="SIBulletList1"/>
            </w:pPr>
            <w:r w:rsidRPr="005E27AD">
              <w:t>PPM</w:t>
            </w:r>
            <w:r w:rsidR="00BA347A">
              <w:t>3</w:t>
            </w:r>
            <w:r w:rsidRPr="005E27AD">
              <w:t>0</w:t>
            </w:r>
            <w:r w:rsidRPr="007574BC">
              <w:t>121 Certificate II</w:t>
            </w:r>
            <w:r w:rsidR="00BA347A">
              <w:t>I</w:t>
            </w:r>
            <w:r w:rsidRPr="007574BC">
              <w:t xml:space="preserve"> in Pulp and Paper Operations</w:t>
            </w:r>
          </w:p>
          <w:p w14:paraId="1085E119" w14:textId="66E9A7B1" w:rsidR="00EA542E" w:rsidRDefault="007574BC" w:rsidP="00597D0E">
            <w:pPr>
              <w:pStyle w:val="SIBulletList1"/>
              <w:rPr>
                <w:rStyle w:val="SITemporarytext-red"/>
                <w:lang w:eastAsia="en-AU"/>
              </w:rPr>
            </w:pPr>
            <w:r w:rsidRPr="005E27AD">
              <w:t>PPM</w:t>
            </w:r>
            <w:r w:rsidR="00BA347A">
              <w:t>4</w:t>
            </w:r>
            <w:r w:rsidRPr="005E27AD">
              <w:t>0</w:t>
            </w:r>
            <w:r w:rsidRPr="007574BC">
              <w:t xml:space="preserve">121 </w:t>
            </w:r>
            <w:r w:rsidRPr="00BA347A">
              <w:t>Certificate</w:t>
            </w:r>
            <w:r w:rsidRPr="007574BC">
              <w:t xml:space="preserve"> I</w:t>
            </w:r>
            <w:r w:rsidR="00BA347A">
              <w:t>V</w:t>
            </w:r>
            <w:r w:rsidRPr="007574BC">
              <w:t xml:space="preserve"> in Pulp and Paper Operation</w:t>
            </w:r>
          </w:p>
          <w:p w14:paraId="1C893565" w14:textId="7B7D49D1" w:rsidR="007574BC" w:rsidRPr="00752A41" w:rsidRDefault="007574BC" w:rsidP="00EA542E">
            <w:pPr>
              <w:pStyle w:val="SIBulletList1"/>
              <w:numPr>
                <w:ilvl w:val="0"/>
                <w:numId w:val="0"/>
              </w:numPr>
              <w:ind w:left="357"/>
              <w:rPr>
                <w:rStyle w:val="SITemporarytext-red"/>
              </w:rPr>
            </w:pPr>
          </w:p>
        </w:tc>
      </w:tr>
      <w:tr w:rsidR="00A301E0" w:rsidRPr="00963A46" w14:paraId="00C3F8EC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5947AAD2" w14:textId="77777777" w:rsidR="00890663" w:rsidRPr="00752A41" w:rsidRDefault="00A301E0" w:rsidP="00752A41">
            <w:pPr>
              <w:pStyle w:val="SITextHeading2"/>
            </w:pPr>
            <w:r w:rsidRPr="0083005E">
              <w:t>Licensing/Regulatory Information</w:t>
            </w:r>
          </w:p>
          <w:p w14:paraId="2D711D1F" w14:textId="77777777" w:rsidR="00890663" w:rsidRPr="00752A41" w:rsidRDefault="004463CA" w:rsidP="00752A41">
            <w:pPr>
              <w:pStyle w:val="SIText"/>
            </w:pPr>
            <w:r w:rsidRPr="004463CA">
              <w:t xml:space="preserve">No licensing, legislative or certification requirements apply to this </w:t>
            </w:r>
            <w:r w:rsidRPr="00752A41">
              <w:t xml:space="preserve">skill set at the time of publication. </w:t>
            </w:r>
          </w:p>
          <w:p w14:paraId="40150094" w14:textId="77777777" w:rsidR="00A301E0" w:rsidRPr="00A301E0" w:rsidRDefault="00A301E0" w:rsidP="009E46F8">
            <w:pPr>
              <w:pStyle w:val="SIText"/>
            </w:pPr>
          </w:p>
        </w:tc>
      </w:tr>
      <w:tr w:rsidR="00A772D9" w:rsidRPr="00963A46" w14:paraId="2E44A86F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79313053" w14:textId="77777777" w:rsidR="00A772D9" w:rsidRPr="00752A41" w:rsidRDefault="00DB557A" w:rsidP="00752A41">
            <w:pPr>
              <w:pStyle w:val="SITextHeading2"/>
            </w:pPr>
            <w:r>
              <w:t>Skill Set</w:t>
            </w:r>
            <w:r w:rsidR="00A772D9" w:rsidRPr="00752A41">
              <w:t xml:space="preserve"> Requirements</w:t>
            </w:r>
          </w:p>
          <w:p w14:paraId="0619E980" w14:textId="77777777" w:rsidR="00BA347A" w:rsidRPr="00BA347A" w:rsidRDefault="00BA347A" w:rsidP="00597D0E">
            <w:pPr>
              <w:pStyle w:val="SIBulletList1"/>
            </w:pPr>
            <w:r w:rsidRPr="00BA347A">
              <w:t>PPMFCO3XX Perform paper finishing and converting operations</w:t>
            </w:r>
          </w:p>
          <w:p w14:paraId="2B1F7A51" w14:textId="77777777" w:rsidR="00BA347A" w:rsidRPr="00BA347A" w:rsidRDefault="00BA347A" w:rsidP="00597D0E">
            <w:pPr>
              <w:pStyle w:val="SIBulletList1"/>
            </w:pPr>
            <w:r w:rsidRPr="00BA347A">
              <w:t>PPMFCO4XX Troubleshoot and rectify paper finishing and converting systems</w:t>
            </w:r>
          </w:p>
          <w:p w14:paraId="71A42C58" w14:textId="6B8BABEC" w:rsidR="00BA347A" w:rsidRPr="00BA347A" w:rsidRDefault="00BA347A" w:rsidP="00597D0E">
            <w:pPr>
              <w:pStyle w:val="SIBulletList1"/>
            </w:pPr>
            <w:r w:rsidRPr="00BA347A">
              <w:t>PPMWHS4XX Maintain work health and safety processes</w:t>
            </w:r>
            <w:r>
              <w:t>.</w:t>
            </w:r>
          </w:p>
          <w:p w14:paraId="652096C3" w14:textId="2822EF34" w:rsidR="001F28F9" w:rsidRPr="00536741" w:rsidRDefault="001F28F9" w:rsidP="00F5385E">
            <w:pPr>
              <w:pStyle w:val="SIBulletList1"/>
              <w:numPr>
                <w:ilvl w:val="0"/>
                <w:numId w:val="0"/>
              </w:numPr>
            </w:pPr>
          </w:p>
        </w:tc>
      </w:tr>
      <w:tr w:rsidR="005C7EA8" w:rsidRPr="00963A46" w14:paraId="75A1BE2C" w14:textId="77777777" w:rsidTr="00EA542E">
        <w:trPr>
          <w:trHeight w:val="699"/>
        </w:trPr>
        <w:tc>
          <w:tcPr>
            <w:tcW w:w="5000" w:type="pct"/>
            <w:shd w:val="clear" w:color="auto" w:fill="auto"/>
          </w:tcPr>
          <w:p w14:paraId="1AFE6BE4" w14:textId="77777777" w:rsidR="00DB557A" w:rsidRPr="00752A41" w:rsidRDefault="00DB557A" w:rsidP="00752A41">
            <w:pPr>
              <w:pStyle w:val="SITextHeading2"/>
            </w:pPr>
            <w:r w:rsidRPr="0083005E">
              <w:t>Target Group</w:t>
            </w:r>
          </w:p>
          <w:p w14:paraId="361472D6" w14:textId="769691CA" w:rsidR="00EA542E" w:rsidRDefault="003A70FF" w:rsidP="00EA542E">
            <w:pPr>
              <w:pStyle w:val="SIText"/>
            </w:pPr>
            <w:r w:rsidRPr="003A70FF">
              <w:t xml:space="preserve">This skill set is for </w:t>
            </w:r>
            <w:r w:rsidR="00BA347A">
              <w:t xml:space="preserve">experienced </w:t>
            </w:r>
            <w:r w:rsidR="00BA347A" w:rsidRPr="00BA347A">
              <w:t>individuals who work in paper finishing and converting operations in the pulp and paper manufacturing industry.</w:t>
            </w:r>
          </w:p>
          <w:p w14:paraId="212A7A47" w14:textId="32D525B6" w:rsidR="00BA347A" w:rsidRPr="00536741" w:rsidRDefault="00BA347A" w:rsidP="00EA542E">
            <w:pPr>
              <w:pStyle w:val="SIText"/>
            </w:pPr>
          </w:p>
        </w:tc>
      </w:tr>
      <w:tr w:rsidR="00DB557A" w:rsidRPr="00963A46" w14:paraId="7F27E2D1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590989A8" w14:textId="77777777" w:rsidR="00DB557A" w:rsidRPr="00752A41" w:rsidRDefault="00DB557A" w:rsidP="00752A41">
            <w:pPr>
              <w:pStyle w:val="SITextHeading2"/>
            </w:pPr>
            <w:r w:rsidRPr="00586E5B">
              <w:t>Suggested wo</w:t>
            </w:r>
            <w:r w:rsidRPr="00752A41">
              <w:t>rds for Statement of Attainment</w:t>
            </w:r>
          </w:p>
          <w:p w14:paraId="0BDB8271" w14:textId="0963ED0B" w:rsidR="00DB557A" w:rsidRPr="00F5385E" w:rsidRDefault="003A70FF" w:rsidP="00F5385E">
            <w:pPr>
              <w:pStyle w:val="SIText"/>
            </w:pPr>
            <w:r w:rsidRPr="003A70FF">
              <w:t xml:space="preserve">These competencies from the PPM Pulp and Paper Manufacturing Training Package meet the industry requirements for </w:t>
            </w:r>
            <w:r w:rsidR="00BA347A">
              <w:t xml:space="preserve">advanced </w:t>
            </w:r>
            <w:r w:rsidR="00BA347A" w:rsidRPr="00BA347A">
              <w:t xml:space="preserve">paper finishing and converting </w:t>
            </w:r>
            <w:r w:rsidRPr="003A70FF">
              <w:t>in the pulp and paper manufacturing industry.</w:t>
            </w:r>
          </w:p>
        </w:tc>
      </w:tr>
    </w:tbl>
    <w:p w14:paraId="38356DDA" w14:textId="77777777" w:rsidR="00F1480E" w:rsidRPr="00536741" w:rsidRDefault="00F1480E" w:rsidP="00536741"/>
    <w:sectPr w:rsidR="00F1480E" w:rsidRPr="00536741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F0B094" w14:textId="77777777" w:rsidR="00EE07F3" w:rsidRDefault="00EE07F3" w:rsidP="00BF3F0A">
      <w:r>
        <w:separator/>
      </w:r>
    </w:p>
    <w:p w14:paraId="07B2E314" w14:textId="77777777" w:rsidR="00EE07F3" w:rsidRDefault="00EE07F3"/>
  </w:endnote>
  <w:endnote w:type="continuationSeparator" w:id="0">
    <w:p w14:paraId="3E6E0E88" w14:textId="77777777" w:rsidR="00EE07F3" w:rsidRDefault="00EE07F3" w:rsidP="00BF3F0A">
      <w:r>
        <w:continuationSeparator/>
      </w:r>
    </w:p>
    <w:p w14:paraId="1F305226" w14:textId="77777777" w:rsidR="00EE07F3" w:rsidRDefault="00EE07F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441B6A2C" w14:textId="77777777" w:rsidR="006A1D6C" w:rsidRPr="00536741" w:rsidRDefault="00D810DE" w:rsidP="00536741">
        <w:r w:rsidRPr="00536741">
          <w:t>Skills Im</w:t>
        </w:r>
        <w:r w:rsidR="00151D93" w:rsidRPr="00536741">
          <w:t xml:space="preserve">pact </w:t>
        </w:r>
        <w:r w:rsidR="00DB557A" w:rsidRPr="00536741">
          <w:t>Skill Set</w:t>
        </w:r>
        <w:r w:rsidR="000D7BE6" w:rsidRPr="005367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Pr="00536741">
          <w:fldChar w:fldCharType="begin"/>
        </w:r>
        <w:r w:rsidRPr="00536741">
          <w:instrText xml:space="preserve"> PAGE   \* MERGEFORMAT </w:instrText>
        </w:r>
        <w:r w:rsidRPr="00536741">
          <w:fldChar w:fldCharType="separate"/>
        </w:r>
        <w:r w:rsidR="007F7554" w:rsidRPr="00536741">
          <w:t>1</w:t>
        </w:r>
        <w:r w:rsidRPr="00536741">
          <w:fldChar w:fldCharType="end"/>
        </w:r>
      </w:p>
      <w:p w14:paraId="6AC4E4E9" w14:textId="77777777" w:rsidR="00D810DE" w:rsidRPr="00536741" w:rsidRDefault="006A1D6C" w:rsidP="00536741">
        <w:r w:rsidRPr="00536741">
          <w:t xml:space="preserve">Template modified on </w:t>
        </w:r>
        <w:r w:rsidR="00310771" w:rsidRPr="00536741">
          <w:t xml:space="preserve">14 </w:t>
        </w:r>
        <w:r w:rsidR="00752A41">
          <w:t>October 2020</w:t>
        </w:r>
      </w:p>
    </w:sdtContent>
  </w:sdt>
  <w:p w14:paraId="1E8EB110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F0140B" w14:textId="77777777" w:rsidR="00EE07F3" w:rsidRDefault="00EE07F3" w:rsidP="00BF3F0A">
      <w:r>
        <w:separator/>
      </w:r>
    </w:p>
    <w:p w14:paraId="643DB1DA" w14:textId="77777777" w:rsidR="00EE07F3" w:rsidRDefault="00EE07F3"/>
  </w:footnote>
  <w:footnote w:type="continuationSeparator" w:id="0">
    <w:p w14:paraId="0C8F0824" w14:textId="77777777" w:rsidR="00EE07F3" w:rsidRDefault="00EE07F3" w:rsidP="00BF3F0A">
      <w:r>
        <w:continuationSeparator/>
      </w:r>
    </w:p>
    <w:p w14:paraId="66380E1D" w14:textId="77777777" w:rsidR="00EE07F3" w:rsidRDefault="00EE07F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1C5899" w14:textId="4576519D" w:rsidR="009C2650" w:rsidRPr="003A70FF" w:rsidRDefault="003A70FF" w:rsidP="003A70FF">
    <w:r w:rsidRPr="003A70FF">
      <w:t>PPMSS000</w:t>
    </w:r>
    <w:r w:rsidR="00584361">
      <w:t>11</w:t>
    </w:r>
    <w:r w:rsidRPr="003A70FF">
      <w:t xml:space="preserve"> Paper Finishing and Converting Skill Set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C92D60"/>
    <w:multiLevelType w:val="multilevel"/>
    <w:tmpl w:val="0D526AB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6" w15:restartNumberingAfterBreak="0">
    <w:nsid w:val="1B6931A9"/>
    <w:multiLevelType w:val="multilevel"/>
    <w:tmpl w:val="ABE01FF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F827D6D"/>
    <w:multiLevelType w:val="multilevel"/>
    <w:tmpl w:val="10D4E9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99F7829"/>
    <w:multiLevelType w:val="multilevel"/>
    <w:tmpl w:val="1AB4BA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51911A5"/>
    <w:multiLevelType w:val="multilevel"/>
    <w:tmpl w:val="2AAC540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4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FFA080F"/>
    <w:multiLevelType w:val="multilevel"/>
    <w:tmpl w:val="8ACE6DE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5"/>
  </w:num>
  <w:num w:numId="3">
    <w:abstractNumId w:val="4"/>
  </w:num>
  <w:num w:numId="4">
    <w:abstractNumId w:val="16"/>
  </w:num>
  <w:num w:numId="5">
    <w:abstractNumId w:val="1"/>
  </w:num>
  <w:num w:numId="6">
    <w:abstractNumId w:val="9"/>
  </w:num>
  <w:num w:numId="7">
    <w:abstractNumId w:val="3"/>
  </w:num>
  <w:num w:numId="8">
    <w:abstractNumId w:val="0"/>
  </w:num>
  <w:num w:numId="9">
    <w:abstractNumId w:val="15"/>
  </w:num>
  <w:num w:numId="10">
    <w:abstractNumId w:val="11"/>
  </w:num>
  <w:num w:numId="11">
    <w:abstractNumId w:val="14"/>
  </w:num>
  <w:num w:numId="12">
    <w:abstractNumId w:val="13"/>
  </w:num>
  <w:num w:numId="13">
    <w:abstractNumId w:val="18"/>
  </w:num>
  <w:num w:numId="14">
    <w:abstractNumId w:val="7"/>
  </w:num>
  <w:num w:numId="15">
    <w:abstractNumId w:val="12"/>
  </w:num>
  <w:num w:numId="16">
    <w:abstractNumId w:val="8"/>
  </w:num>
  <w:num w:numId="17">
    <w:abstractNumId w:val="17"/>
  </w:num>
  <w:num w:numId="18">
    <w:abstractNumId w:val="6"/>
  </w:num>
  <w:num w:numId="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8/Tn5tOWqcdgpG8bUoGJsSarZfx35Z2jUo6O1ZoGuSbDeitfFB73NmTCx4KVL799dzihcJkXo+5+Kae7tbZ6IA==" w:salt="bFwUCh+YgGF0bdnGyiC9PQ=="/>
  <w:styleLockTheme/>
  <w:styleLockQFSet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1827"/>
    <w:rsid w:val="000014B9"/>
    <w:rsid w:val="00005A15"/>
    <w:rsid w:val="0001108F"/>
    <w:rsid w:val="000115E2"/>
    <w:rsid w:val="0001296A"/>
    <w:rsid w:val="00016803"/>
    <w:rsid w:val="00023992"/>
    <w:rsid w:val="00040188"/>
    <w:rsid w:val="00041E59"/>
    <w:rsid w:val="00053D7E"/>
    <w:rsid w:val="00064BFE"/>
    <w:rsid w:val="00070B3E"/>
    <w:rsid w:val="00071F95"/>
    <w:rsid w:val="000737BB"/>
    <w:rsid w:val="00074E47"/>
    <w:rsid w:val="000A5441"/>
    <w:rsid w:val="000C13F1"/>
    <w:rsid w:val="000D7BE6"/>
    <w:rsid w:val="000E2C86"/>
    <w:rsid w:val="000F29F2"/>
    <w:rsid w:val="00101659"/>
    <w:rsid w:val="001078BF"/>
    <w:rsid w:val="00117421"/>
    <w:rsid w:val="00133957"/>
    <w:rsid w:val="001372F6"/>
    <w:rsid w:val="00144385"/>
    <w:rsid w:val="00151D93"/>
    <w:rsid w:val="00156EF3"/>
    <w:rsid w:val="0016138C"/>
    <w:rsid w:val="00176A67"/>
    <w:rsid w:val="00176E4F"/>
    <w:rsid w:val="0018546B"/>
    <w:rsid w:val="001A6A3E"/>
    <w:rsid w:val="001A7B6D"/>
    <w:rsid w:val="001B34D5"/>
    <w:rsid w:val="001B4975"/>
    <w:rsid w:val="001B513A"/>
    <w:rsid w:val="001C0A75"/>
    <w:rsid w:val="001D2756"/>
    <w:rsid w:val="001E16BC"/>
    <w:rsid w:val="001F28F9"/>
    <w:rsid w:val="001F2BA5"/>
    <w:rsid w:val="001F308D"/>
    <w:rsid w:val="00201A7C"/>
    <w:rsid w:val="0021414D"/>
    <w:rsid w:val="00223124"/>
    <w:rsid w:val="00234444"/>
    <w:rsid w:val="002349E5"/>
    <w:rsid w:val="00242293"/>
    <w:rsid w:val="00244EA7"/>
    <w:rsid w:val="00262FC3"/>
    <w:rsid w:val="00276DB8"/>
    <w:rsid w:val="00282664"/>
    <w:rsid w:val="00285FB8"/>
    <w:rsid w:val="002931C2"/>
    <w:rsid w:val="002A4CD3"/>
    <w:rsid w:val="002C55E9"/>
    <w:rsid w:val="002D0C8B"/>
    <w:rsid w:val="002E193E"/>
    <w:rsid w:val="002F4FFE"/>
    <w:rsid w:val="00310771"/>
    <w:rsid w:val="003155DA"/>
    <w:rsid w:val="003315E1"/>
    <w:rsid w:val="00337E82"/>
    <w:rsid w:val="00350BB1"/>
    <w:rsid w:val="00352C83"/>
    <w:rsid w:val="0037067D"/>
    <w:rsid w:val="0038735B"/>
    <w:rsid w:val="003916D1"/>
    <w:rsid w:val="003A21F0"/>
    <w:rsid w:val="003A58BA"/>
    <w:rsid w:val="003A5AE7"/>
    <w:rsid w:val="003A70FF"/>
    <w:rsid w:val="003A7221"/>
    <w:rsid w:val="003C13AE"/>
    <w:rsid w:val="003C16B1"/>
    <w:rsid w:val="003D2E73"/>
    <w:rsid w:val="003E7BBE"/>
    <w:rsid w:val="004127E3"/>
    <w:rsid w:val="0043212E"/>
    <w:rsid w:val="00434366"/>
    <w:rsid w:val="00444423"/>
    <w:rsid w:val="004463CA"/>
    <w:rsid w:val="00452F3E"/>
    <w:rsid w:val="00453E79"/>
    <w:rsid w:val="004640AE"/>
    <w:rsid w:val="00475172"/>
    <w:rsid w:val="004758B0"/>
    <w:rsid w:val="004832D2"/>
    <w:rsid w:val="00485559"/>
    <w:rsid w:val="004A142B"/>
    <w:rsid w:val="004A44E8"/>
    <w:rsid w:val="004A46E1"/>
    <w:rsid w:val="004B29B7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248C1"/>
    <w:rsid w:val="00526134"/>
    <w:rsid w:val="00536741"/>
    <w:rsid w:val="005427C8"/>
    <w:rsid w:val="005446D1"/>
    <w:rsid w:val="0055293D"/>
    <w:rsid w:val="00556C4C"/>
    <w:rsid w:val="00557369"/>
    <w:rsid w:val="0056009D"/>
    <w:rsid w:val="005708EB"/>
    <w:rsid w:val="00575BC6"/>
    <w:rsid w:val="00583902"/>
    <w:rsid w:val="00584361"/>
    <w:rsid w:val="00597D0E"/>
    <w:rsid w:val="005A3AA5"/>
    <w:rsid w:val="005A6C9C"/>
    <w:rsid w:val="005A74DC"/>
    <w:rsid w:val="005B5146"/>
    <w:rsid w:val="005C231B"/>
    <w:rsid w:val="005C7EA8"/>
    <w:rsid w:val="005E27AD"/>
    <w:rsid w:val="005F33CC"/>
    <w:rsid w:val="006121D4"/>
    <w:rsid w:val="00613B49"/>
    <w:rsid w:val="00620E8E"/>
    <w:rsid w:val="00633CFE"/>
    <w:rsid w:val="00634FCA"/>
    <w:rsid w:val="006404B5"/>
    <w:rsid w:val="006452B8"/>
    <w:rsid w:val="00652E62"/>
    <w:rsid w:val="00687B62"/>
    <w:rsid w:val="00690C44"/>
    <w:rsid w:val="00695891"/>
    <w:rsid w:val="006969D9"/>
    <w:rsid w:val="006A1D6C"/>
    <w:rsid w:val="006A2B68"/>
    <w:rsid w:val="006C159E"/>
    <w:rsid w:val="006C2F32"/>
    <w:rsid w:val="006D4448"/>
    <w:rsid w:val="006E2C4D"/>
    <w:rsid w:val="00705EEC"/>
    <w:rsid w:val="00707741"/>
    <w:rsid w:val="00722769"/>
    <w:rsid w:val="00727901"/>
    <w:rsid w:val="0073075B"/>
    <w:rsid w:val="007341FF"/>
    <w:rsid w:val="007342C0"/>
    <w:rsid w:val="007404E9"/>
    <w:rsid w:val="007444CF"/>
    <w:rsid w:val="00752A41"/>
    <w:rsid w:val="007574BC"/>
    <w:rsid w:val="0076523B"/>
    <w:rsid w:val="00771B60"/>
    <w:rsid w:val="007748BE"/>
    <w:rsid w:val="00781D77"/>
    <w:rsid w:val="007860B7"/>
    <w:rsid w:val="00786DC8"/>
    <w:rsid w:val="007C4977"/>
    <w:rsid w:val="007D5A78"/>
    <w:rsid w:val="007E3BD1"/>
    <w:rsid w:val="007F119F"/>
    <w:rsid w:val="007F1563"/>
    <w:rsid w:val="007F44DB"/>
    <w:rsid w:val="007F5A8B"/>
    <w:rsid w:val="007F7554"/>
    <w:rsid w:val="008044AE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90663"/>
    <w:rsid w:val="008908DE"/>
    <w:rsid w:val="00894FBB"/>
    <w:rsid w:val="008A12ED"/>
    <w:rsid w:val="008B2C77"/>
    <w:rsid w:val="008B4AD2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527CB"/>
    <w:rsid w:val="00953835"/>
    <w:rsid w:val="00960F6C"/>
    <w:rsid w:val="00970747"/>
    <w:rsid w:val="0098725E"/>
    <w:rsid w:val="009A5900"/>
    <w:rsid w:val="009C2650"/>
    <w:rsid w:val="009D15E2"/>
    <w:rsid w:val="009D15FE"/>
    <w:rsid w:val="009D5D2C"/>
    <w:rsid w:val="009E3B41"/>
    <w:rsid w:val="009E46F8"/>
    <w:rsid w:val="009F0DCC"/>
    <w:rsid w:val="009F11CA"/>
    <w:rsid w:val="00A0695B"/>
    <w:rsid w:val="00A13052"/>
    <w:rsid w:val="00A216A8"/>
    <w:rsid w:val="00A223A6"/>
    <w:rsid w:val="00A301E0"/>
    <w:rsid w:val="00A354FC"/>
    <w:rsid w:val="00A5092E"/>
    <w:rsid w:val="00A56E14"/>
    <w:rsid w:val="00A644BD"/>
    <w:rsid w:val="00A6476B"/>
    <w:rsid w:val="00A76C6C"/>
    <w:rsid w:val="00A772D9"/>
    <w:rsid w:val="00A7771F"/>
    <w:rsid w:val="00A92DD1"/>
    <w:rsid w:val="00AA5338"/>
    <w:rsid w:val="00AA5E0C"/>
    <w:rsid w:val="00AA719D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37475"/>
    <w:rsid w:val="00B443EE"/>
    <w:rsid w:val="00B560C8"/>
    <w:rsid w:val="00B61150"/>
    <w:rsid w:val="00B65BC7"/>
    <w:rsid w:val="00B746B9"/>
    <w:rsid w:val="00B848D4"/>
    <w:rsid w:val="00B865B7"/>
    <w:rsid w:val="00BA1CB1"/>
    <w:rsid w:val="00BA347A"/>
    <w:rsid w:val="00BA482D"/>
    <w:rsid w:val="00BA7B66"/>
    <w:rsid w:val="00BB23F4"/>
    <w:rsid w:val="00BC5075"/>
    <w:rsid w:val="00BD3B0F"/>
    <w:rsid w:val="00BF1D4C"/>
    <w:rsid w:val="00BF3F0A"/>
    <w:rsid w:val="00C01B36"/>
    <w:rsid w:val="00C143C3"/>
    <w:rsid w:val="00C1739B"/>
    <w:rsid w:val="00C26067"/>
    <w:rsid w:val="00C30A29"/>
    <w:rsid w:val="00C317DC"/>
    <w:rsid w:val="00C54EF8"/>
    <w:rsid w:val="00C578E9"/>
    <w:rsid w:val="00C70626"/>
    <w:rsid w:val="00C72860"/>
    <w:rsid w:val="00C73B90"/>
    <w:rsid w:val="00C96AF3"/>
    <w:rsid w:val="00C97CCC"/>
    <w:rsid w:val="00CA0274"/>
    <w:rsid w:val="00CB1827"/>
    <w:rsid w:val="00CB746F"/>
    <w:rsid w:val="00CC1B62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B557A"/>
    <w:rsid w:val="00DC1D69"/>
    <w:rsid w:val="00DC5A3A"/>
    <w:rsid w:val="00DE4121"/>
    <w:rsid w:val="00E238E6"/>
    <w:rsid w:val="00E35064"/>
    <w:rsid w:val="00E438C3"/>
    <w:rsid w:val="00E501F0"/>
    <w:rsid w:val="00E91BFF"/>
    <w:rsid w:val="00E92933"/>
    <w:rsid w:val="00EA3B97"/>
    <w:rsid w:val="00EA542E"/>
    <w:rsid w:val="00EB0AA4"/>
    <w:rsid w:val="00EB5C88"/>
    <w:rsid w:val="00EB7EB1"/>
    <w:rsid w:val="00EC0469"/>
    <w:rsid w:val="00EE07F3"/>
    <w:rsid w:val="00EF01F8"/>
    <w:rsid w:val="00EF4016"/>
    <w:rsid w:val="00EF40EF"/>
    <w:rsid w:val="00F13884"/>
    <w:rsid w:val="00F1480E"/>
    <w:rsid w:val="00F1497D"/>
    <w:rsid w:val="00F16AAC"/>
    <w:rsid w:val="00F4044F"/>
    <w:rsid w:val="00F438FC"/>
    <w:rsid w:val="00F5385E"/>
    <w:rsid w:val="00F5616F"/>
    <w:rsid w:val="00F56827"/>
    <w:rsid w:val="00F65EF0"/>
    <w:rsid w:val="00F71651"/>
    <w:rsid w:val="00F76CC6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60F8F12A"/>
  <w15:docId w15:val="{28D52D41-20EB-4226-975D-B37011D120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6741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locked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Strikethroughtext">
    <w:name w:val="SI Strikethrough text"/>
    <w:basedOn w:val="SIText-Italic"/>
    <w:uiPriority w:val="1"/>
    <w:qFormat/>
    <w:rsid w:val="00310771"/>
    <w:rPr>
      <w:rFonts w:ascii="Arial" w:hAnsi="Arial"/>
      <w:i w:val="0"/>
      <w:caps w:val="0"/>
      <w:smallCaps w:val="0"/>
      <w:strike/>
      <w:dstrike w:val="0"/>
      <w:vanish w:val="0"/>
      <w:color w:val="FF0000"/>
      <w:sz w:val="20"/>
      <w:szCs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310771"/>
    <w:rPr>
      <w:rFonts w:ascii="Arial" w:hAnsi="Arial"/>
      <w:i w:val="0"/>
      <w:caps w:val="0"/>
      <w:smallCaps w:val="0"/>
      <w:strike w:val="0"/>
      <w:dstrike w:val="0"/>
      <w:vanish w:val="0"/>
      <w:color w:val="FF0000"/>
      <w:sz w:val="22"/>
      <w:szCs w:val="20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F0"/>
      <w:sz w:val="22"/>
      <w:szCs w:val="20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50"/>
      <w:sz w:val="22"/>
      <w:szCs w:val="20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42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06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75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1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62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66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PPM%20Pulp%20and%20Paper\1%20Development\Skill%20Set\TEM.SkillsImpact.SkillS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C5E2500E2CD8B46B057F7D1C9ED9183" ma:contentTypeVersion="" ma:contentTypeDescription="Create a new document." ma:contentTypeScope="" ma:versionID="589093cd7928468207e65e4cb228b861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c12b6a8e-5c83-4065-80cb-a49fc3bb5ba6" targetNamespace="http://schemas.microsoft.com/office/2006/metadata/properties" ma:root="true" ma:fieldsID="cb8242664a85e5e2d65ac24799f5b50b" ns1:_="" ns2:_="" ns3:_="">
    <xsd:import namespace="http://schemas.microsoft.com/sharepoint/v3"/>
    <xsd:import namespace="d50bbff7-d6dd-47d2-864a-cfdc2c3db0f4"/>
    <xsd:import namespace="c12b6a8e-5c83-4065-80cb-a49fc3bb5ba6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2b6a8e-5c83-4065-80cb-a49fc3bb5ba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Validation</Project_x0020_Phase>
  </documentManagement>
</p:properties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9B53084-22B1-455B-ADB2-99E4394DC0D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3ABA7B0-F61B-481B-902F-CA45C0F85C4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c12b6a8e-5c83-4065-80cb-a49fc3bb5ba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09030e7-b0cf-4b53-b80b-c6e245e9d902"/>
    <ds:schemaRef ds:uri="http://schemas.microsoft.com/sharepoint/v3"/>
    <ds:schemaRef ds:uri="d50bbff7-d6dd-47d2-864a-cfdc2c3db0f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TEM.SkillsImpact.SkillSet</Template>
  <TotalTime>0</TotalTime>
  <Pages>1</Pages>
  <Words>222</Words>
  <Characters>1267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Elvie Arugay</dc:creator>
  <cp:lastModifiedBy>Ruth Geldard</cp:lastModifiedBy>
  <cp:revision>2</cp:revision>
  <cp:lastPrinted>2016-05-27T05:21:00Z</cp:lastPrinted>
  <dcterms:created xsi:type="dcterms:W3CDTF">2021-06-01T11:27:00Z</dcterms:created>
  <dcterms:modified xsi:type="dcterms:W3CDTF">2021-06-01T11:27:00Z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0x010100DC5E2500E2CD8B46B057F7D1C9ED9183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1600</vt:r8>
  </property>
  <property fmtid="{D5CDD505-2E9C-101B-9397-08002B2CF9AE}" pid="24" name="File Category">
    <vt:lpwstr>Templates</vt:lpwstr>
  </property>
</Properties>
</file>